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5F4" w:rsidRPr="00A34932" w:rsidRDefault="00B645F4" w:rsidP="00A34932">
      <w:pPr>
        <w:spacing w:after="0" w:line="480" w:lineRule="auto"/>
        <w:ind w:left="5246" w:firstLine="708"/>
        <w:jc w:val="right"/>
        <w:rPr>
          <w:rFonts w:ascii="Arial" w:hAnsi="Arial" w:cs="Arial"/>
          <w:sz w:val="21"/>
          <w:szCs w:val="21"/>
        </w:rPr>
      </w:pPr>
      <w:r w:rsidRPr="00A34932">
        <w:rPr>
          <w:rFonts w:ascii="Arial" w:hAnsi="Arial" w:cs="Arial"/>
          <w:sz w:val="21"/>
          <w:szCs w:val="21"/>
        </w:rPr>
        <w:t>Załącznik nr 2</w:t>
      </w:r>
      <w:r>
        <w:rPr>
          <w:rFonts w:ascii="Arial" w:hAnsi="Arial" w:cs="Arial"/>
          <w:sz w:val="21"/>
          <w:szCs w:val="21"/>
        </w:rPr>
        <w:t xml:space="preserve"> do SIWZ</w:t>
      </w:r>
    </w:p>
    <w:p w:rsidR="00B645F4" w:rsidRPr="00A22DCF" w:rsidRDefault="00B645F4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B645F4" w:rsidRPr="00A22DCF" w:rsidRDefault="00B645F4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645F4" w:rsidRPr="00842991" w:rsidRDefault="00B645F4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B645F4" w:rsidRPr="00262D61" w:rsidRDefault="00B645F4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645F4" w:rsidRPr="00A22DCF" w:rsidRDefault="00B645F4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645F4" w:rsidRPr="00842991" w:rsidRDefault="00B645F4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B645F4" w:rsidRDefault="00B645F4" w:rsidP="00C4103F">
      <w:pPr>
        <w:rPr>
          <w:rFonts w:ascii="Arial" w:hAnsi="Arial" w:cs="Arial"/>
          <w:sz w:val="21"/>
          <w:szCs w:val="21"/>
        </w:rPr>
      </w:pPr>
    </w:p>
    <w:p w:rsidR="00B645F4" w:rsidRDefault="00B645F4" w:rsidP="00C4103F">
      <w:pPr>
        <w:rPr>
          <w:rFonts w:ascii="Arial" w:hAnsi="Arial" w:cs="Arial"/>
          <w:sz w:val="21"/>
          <w:szCs w:val="21"/>
        </w:rPr>
      </w:pPr>
    </w:p>
    <w:p w:rsidR="00B645F4" w:rsidRDefault="00B645F4" w:rsidP="00C4103F">
      <w:pPr>
        <w:rPr>
          <w:rFonts w:ascii="Arial" w:hAnsi="Arial" w:cs="Arial"/>
          <w:sz w:val="21"/>
          <w:szCs w:val="21"/>
        </w:rPr>
      </w:pPr>
    </w:p>
    <w:p w:rsidR="00B645F4" w:rsidRPr="00A22DCF" w:rsidRDefault="00B645F4" w:rsidP="00C4103F">
      <w:pPr>
        <w:rPr>
          <w:rFonts w:ascii="Arial" w:hAnsi="Arial" w:cs="Arial"/>
          <w:sz w:val="21"/>
          <w:szCs w:val="21"/>
        </w:rPr>
      </w:pPr>
    </w:p>
    <w:p w:rsidR="00B645F4" w:rsidRPr="00262D61" w:rsidRDefault="00B645F4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B645F4" w:rsidRDefault="00B645F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B645F4" w:rsidRPr="00A22DCF" w:rsidRDefault="00B645F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:rsidR="00B645F4" w:rsidRPr="00A22DCF" w:rsidRDefault="00B645F4" w:rsidP="00A34932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B645F4" w:rsidRDefault="00B645F4" w:rsidP="0063264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C14971">
        <w:rPr>
          <w:rFonts w:ascii="Arial" w:hAnsi="Arial" w:cs="Arial"/>
          <w:b/>
          <w:sz w:val="21"/>
          <w:szCs w:val="21"/>
        </w:rPr>
        <w:t xml:space="preserve">„Równanie, profilowanie i naprawa </w:t>
      </w:r>
      <w:r>
        <w:rPr>
          <w:rFonts w:ascii="Arial" w:hAnsi="Arial" w:cs="Arial"/>
          <w:b/>
          <w:sz w:val="21"/>
          <w:szCs w:val="21"/>
        </w:rPr>
        <w:t xml:space="preserve">gminny </w:t>
      </w:r>
      <w:r w:rsidRPr="00C14971">
        <w:rPr>
          <w:rFonts w:ascii="Arial" w:hAnsi="Arial" w:cs="Arial"/>
          <w:b/>
          <w:sz w:val="21"/>
          <w:szCs w:val="21"/>
        </w:rPr>
        <w:t>dróg gruntowych</w:t>
      </w: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 xml:space="preserve"> na terenie gminy Czarnków w 2018 roku”</w:t>
      </w:r>
      <w:r w:rsidRPr="00A22DCF">
        <w:rPr>
          <w:rFonts w:ascii="Arial" w:hAnsi="Arial" w:cs="Arial"/>
          <w:sz w:val="21"/>
          <w:szCs w:val="21"/>
        </w:rPr>
        <w:t xml:space="preserve"> prowadzonego przez</w:t>
      </w:r>
      <w:r>
        <w:rPr>
          <w:rFonts w:ascii="Arial" w:hAnsi="Arial" w:cs="Arial"/>
          <w:sz w:val="21"/>
          <w:szCs w:val="21"/>
        </w:rPr>
        <w:t xml:space="preserve"> </w:t>
      </w:r>
      <w:r w:rsidRPr="00632648">
        <w:rPr>
          <w:rFonts w:ascii="Arial" w:hAnsi="Arial" w:cs="Arial"/>
          <w:b/>
          <w:sz w:val="21"/>
          <w:szCs w:val="21"/>
        </w:rPr>
        <w:t xml:space="preserve">Wójta Gminy </w:t>
      </w:r>
      <w:r>
        <w:rPr>
          <w:rFonts w:ascii="Arial" w:hAnsi="Arial" w:cs="Arial"/>
          <w:b/>
          <w:sz w:val="21"/>
          <w:szCs w:val="21"/>
        </w:rPr>
        <w:t>Czarnków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B645F4" w:rsidRDefault="00B645F4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645F4" w:rsidRPr="00A22DCF" w:rsidRDefault="00B645F4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645F4" w:rsidRPr="00E31C06" w:rsidRDefault="00B645F4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B645F4" w:rsidRDefault="00B645F4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645F4" w:rsidRDefault="00B645F4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dziale V. Specyfikacji Istotnych Warunków Zamówienia.</w:t>
      </w:r>
    </w:p>
    <w:p w:rsidR="00B645F4" w:rsidRPr="00025C8D" w:rsidRDefault="00B645F4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645F4" w:rsidRPr="003E1710" w:rsidRDefault="00B645F4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645F4" w:rsidRDefault="00B645F4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B645F4" w:rsidRPr="003E1710" w:rsidRDefault="00B645F4" w:rsidP="00E772A4">
      <w:pPr>
        <w:spacing w:after="0" w:line="36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B645F4" w:rsidRPr="00190D6E" w:rsidRDefault="00B645F4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645F4" w:rsidRDefault="00B645F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645F4" w:rsidRDefault="00B645F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645F4" w:rsidRDefault="00B645F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645F4" w:rsidRDefault="00B645F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645F4" w:rsidRDefault="00B645F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645F4" w:rsidRPr="004D7E48" w:rsidRDefault="00B645F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645F4" w:rsidRPr="00B15FD3" w:rsidRDefault="00B645F4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B645F4" w:rsidRDefault="00B645F4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E772A4">
        <w:t xml:space="preserve"> </w:t>
      </w:r>
      <w:r w:rsidRPr="00E772A4">
        <w:rPr>
          <w:rFonts w:ascii="Arial" w:hAnsi="Arial" w:cs="Arial"/>
          <w:sz w:val="21"/>
          <w:szCs w:val="21"/>
        </w:rPr>
        <w:t>dziale V. Specyfikacji Istotnych Warunków Zamówienia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 podmiotu/ów:</w:t>
      </w:r>
    </w:p>
    <w:p w:rsidR="00B645F4" w:rsidRDefault="00B645F4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……………………………………………………………………………………………………………..</w:t>
      </w:r>
    </w:p>
    <w:p w:rsidR="00B645F4" w:rsidRDefault="00B645F4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B645F4" w:rsidRDefault="00B645F4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B645F4" w:rsidRDefault="00B645F4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645F4" w:rsidRDefault="00B645F4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645F4" w:rsidRPr="003E1710" w:rsidRDefault="00B645F4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645F4" w:rsidRDefault="00B645F4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645F4" w:rsidRPr="003E1710" w:rsidRDefault="00B645F4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645F4" w:rsidRPr="003E1710" w:rsidRDefault="00B645F4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645F4" w:rsidRPr="00190D6E" w:rsidRDefault="00B645F4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645F4" w:rsidRDefault="00B645F4" w:rsidP="00B8005E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</w:p>
    <w:p w:rsidR="00B645F4" w:rsidRDefault="00B645F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645F4" w:rsidRPr="00190D6E" w:rsidRDefault="00B645F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645F4" w:rsidRPr="001D3A19" w:rsidRDefault="00B645F4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645F4" w:rsidRPr="00A22DCF" w:rsidRDefault="00B645F4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645F4" w:rsidRPr="00A22DCF" w:rsidRDefault="00B645F4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B645F4" w:rsidRDefault="00B645F4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645F4" w:rsidRPr="003E1710" w:rsidRDefault="00B645F4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645F4" w:rsidRDefault="00B645F4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645F4" w:rsidRPr="003E1710" w:rsidRDefault="00B645F4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645F4" w:rsidRPr="003E1710" w:rsidRDefault="00B645F4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645F4" w:rsidRPr="00190D6E" w:rsidRDefault="00B645F4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645F4" w:rsidRPr="00A22DCF" w:rsidRDefault="00B645F4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B645F4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5F4" w:rsidRDefault="00B645F4" w:rsidP="0038231F">
      <w:pPr>
        <w:spacing w:after="0" w:line="240" w:lineRule="auto"/>
      </w:pPr>
      <w:r>
        <w:separator/>
      </w:r>
    </w:p>
  </w:endnote>
  <w:endnote w:type="continuationSeparator" w:id="0">
    <w:p w:rsidR="00B645F4" w:rsidRDefault="00B645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5F4" w:rsidRDefault="00B645F4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B645F4" w:rsidRDefault="00B645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5F4" w:rsidRDefault="00B645F4" w:rsidP="0038231F">
      <w:pPr>
        <w:spacing w:after="0" w:line="240" w:lineRule="auto"/>
      </w:pPr>
      <w:r>
        <w:separator/>
      </w:r>
    </w:p>
  </w:footnote>
  <w:footnote w:type="continuationSeparator" w:id="0">
    <w:p w:rsidR="00B645F4" w:rsidRDefault="00B645F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56D"/>
    <w:rsid w:val="000E4D37"/>
    <w:rsid w:val="001902D2"/>
    <w:rsid w:val="00190D6E"/>
    <w:rsid w:val="001C6945"/>
    <w:rsid w:val="001D3A19"/>
    <w:rsid w:val="001F027E"/>
    <w:rsid w:val="00203A40"/>
    <w:rsid w:val="002168A8"/>
    <w:rsid w:val="00255142"/>
    <w:rsid w:val="00256CEC"/>
    <w:rsid w:val="00262D61"/>
    <w:rsid w:val="00290B01"/>
    <w:rsid w:val="0029552A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65068"/>
    <w:rsid w:val="0038231F"/>
    <w:rsid w:val="003B2070"/>
    <w:rsid w:val="003B214C"/>
    <w:rsid w:val="003B7238"/>
    <w:rsid w:val="003C3B64"/>
    <w:rsid w:val="003E171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06495"/>
    <w:rsid w:val="00632648"/>
    <w:rsid w:val="00634311"/>
    <w:rsid w:val="00657785"/>
    <w:rsid w:val="006A3A1F"/>
    <w:rsid w:val="006A52B6"/>
    <w:rsid w:val="006F0034"/>
    <w:rsid w:val="006F3D32"/>
    <w:rsid w:val="00710A77"/>
    <w:rsid w:val="007118F0"/>
    <w:rsid w:val="0072560B"/>
    <w:rsid w:val="007425B9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137B7"/>
    <w:rsid w:val="009301A2"/>
    <w:rsid w:val="009440B7"/>
    <w:rsid w:val="00952535"/>
    <w:rsid w:val="00956C26"/>
    <w:rsid w:val="00957631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34932"/>
    <w:rsid w:val="00A70371"/>
    <w:rsid w:val="00A94705"/>
    <w:rsid w:val="00AA0971"/>
    <w:rsid w:val="00AE6FF2"/>
    <w:rsid w:val="00AF5BE5"/>
    <w:rsid w:val="00B0088C"/>
    <w:rsid w:val="00B15219"/>
    <w:rsid w:val="00B15FD3"/>
    <w:rsid w:val="00B34079"/>
    <w:rsid w:val="00B645F4"/>
    <w:rsid w:val="00B8005E"/>
    <w:rsid w:val="00B90E42"/>
    <w:rsid w:val="00BB0C3C"/>
    <w:rsid w:val="00C014B5"/>
    <w:rsid w:val="00C1042D"/>
    <w:rsid w:val="00C14971"/>
    <w:rsid w:val="00C4103F"/>
    <w:rsid w:val="00C57DEB"/>
    <w:rsid w:val="00C81012"/>
    <w:rsid w:val="00D11D8F"/>
    <w:rsid w:val="00D23F3D"/>
    <w:rsid w:val="00D34D9A"/>
    <w:rsid w:val="00D409DE"/>
    <w:rsid w:val="00D42C9B"/>
    <w:rsid w:val="00D531D5"/>
    <w:rsid w:val="00D7532C"/>
    <w:rsid w:val="00D93848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772A4"/>
    <w:rsid w:val="00EB7CDE"/>
    <w:rsid w:val="00EE1FBF"/>
    <w:rsid w:val="00EF74CA"/>
    <w:rsid w:val="00F04280"/>
    <w:rsid w:val="00F126AA"/>
    <w:rsid w:val="00F365F2"/>
    <w:rsid w:val="00F43919"/>
    <w:rsid w:val="00F64D95"/>
    <w:rsid w:val="00F66AFA"/>
    <w:rsid w:val="00FC0317"/>
    <w:rsid w:val="00FC25D6"/>
    <w:rsid w:val="00FD5F56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78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275</Words>
  <Characters>1653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Remigiusz Stępień</dc:creator>
  <cp:keywords/>
  <dc:description/>
  <cp:lastModifiedBy>HP Compaq 6720s</cp:lastModifiedBy>
  <cp:revision>3</cp:revision>
  <cp:lastPrinted>2016-08-23T11:20:00Z</cp:lastPrinted>
  <dcterms:created xsi:type="dcterms:W3CDTF">2018-05-01T03:53:00Z</dcterms:created>
  <dcterms:modified xsi:type="dcterms:W3CDTF">2018-05-01T10:12:00Z</dcterms:modified>
</cp:coreProperties>
</file>